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80B4ED15A42741A7B72CC0DDB0734DD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82352A" w:rsidP="00CF0EF4">
          <w:pPr>
            <w:pStyle w:val="Tituldatum"/>
          </w:pPr>
          <w:r>
            <w:rPr>
              <w:rStyle w:val="Nzevakce"/>
            </w:rPr>
            <w:t>ČD Brno – 1.část odstavného nádraží, I.etapa</w:t>
          </w:r>
          <w:r w:rsidR="00BA2CF0">
            <w:rPr>
              <w:rStyle w:val="Nzevakce"/>
            </w:rPr>
            <w:t xml:space="preserve">, </w:t>
          </w:r>
          <w:r>
            <w:rPr>
              <w:rStyle w:val="Nzevakce"/>
            </w:rPr>
            <w:t>náhradní výsadby Brno – jih, 2021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564F04" w:rsidRDefault="00564F04" w:rsidP="006C2343">
      <w:pPr>
        <w:pStyle w:val="Tituldatum"/>
      </w:pPr>
    </w:p>
    <w:p w:rsidR="00564F04" w:rsidRDefault="00564F04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2352A">
        <w:t>6</w:t>
      </w:r>
      <w:r w:rsidR="00EE1BEC">
        <w:t>.</w:t>
      </w:r>
      <w:r w:rsidR="0082352A">
        <w:t>5</w:t>
      </w:r>
      <w:r w:rsidR="003C1F4E" w:rsidRPr="003C1F4E">
        <w:t>.202</w:t>
      </w:r>
      <w:r w:rsidR="00AC6B7F">
        <w:t>1</w:t>
      </w:r>
      <w:r w:rsidR="000008ED">
        <w:t xml:space="preserve"> </w:t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lastRenderedPageBreak/>
        <w:t>Obsah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F22D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F22D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F22D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F22D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F22D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F22D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F22D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422EE4" w:rsidRPr="00AD0C7B" w:rsidTr="00422EE4">
        <w:trPr>
          <w:trHeight w:val="40"/>
        </w:trPr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AD0C7B" w:rsidRDefault="00422EE4" w:rsidP="00F733A7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6115D3" w:rsidRDefault="00422EE4" w:rsidP="00F733A7">
            <w:pPr>
              <w:pStyle w:val="Zkratky2"/>
            </w:pPr>
            <w:r>
              <w:t>Oborový třídník stavebních konstrukcí a prací</w:t>
            </w:r>
          </w:p>
        </w:tc>
      </w:tr>
      <w:tr w:rsidR="00422EE4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AD0C7B" w:rsidRDefault="00422EE4" w:rsidP="00F733A7">
            <w:pPr>
              <w:pStyle w:val="Zkratky1"/>
            </w:pPr>
            <w:r>
              <w:t xml:space="preserve">VZP    ………   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6115D3" w:rsidRDefault="00422EE4" w:rsidP="00F733A7">
            <w:pPr>
              <w:pStyle w:val="Zkratky2"/>
            </w:pPr>
            <w:r>
              <w:t>Všeobecné technické podmínky</w:t>
            </w:r>
          </w:p>
        </w:tc>
      </w:tr>
      <w:tr w:rsidR="00422EE4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AD0C7B" w:rsidRDefault="00422EE4" w:rsidP="00F733A7">
            <w:pPr>
              <w:pStyle w:val="Zkratky1"/>
            </w:pPr>
            <w:r>
              <w:t>SŽ    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6115D3" w:rsidRDefault="00422EE4" w:rsidP="00F733A7">
            <w:pPr>
              <w:pStyle w:val="Zkratky2"/>
            </w:pPr>
            <w:r>
              <w:t>Správa železnic,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</w:t>
      </w:r>
      <w:r w:rsidR="00564F04">
        <w:t xml:space="preserve">becných technických podmínkách </w:t>
      </w:r>
      <w:r>
        <w:t>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 xml:space="preserve">Soupis prací je součást zadávací dokumentace na zhotovení </w:t>
      </w:r>
      <w:r w:rsidR="0082352A">
        <w:t>náhradních výsadeb</w:t>
      </w:r>
      <w:r>
        <w:t>. Obsahuje položky s</w:t>
      </w:r>
      <w:r w:rsidR="00A841B9">
        <w:t> </w:t>
      </w:r>
      <w:r>
        <w:t xml:space="preserve">popisem prací a materiálů </w:t>
      </w:r>
      <w:r w:rsidR="00564F04">
        <w:t>a</w:t>
      </w:r>
      <w:r>
        <w:t xml:space="preserve"> položky s popisem dalších činností (</w:t>
      </w:r>
      <w:r w:rsidR="00564F04">
        <w:t>geodetické práce</w:t>
      </w:r>
      <w:r>
        <w:t xml:space="preserve">), které jsou součástí dodávky zhotovitele. Tyto další činnosti jsou </w:t>
      </w:r>
      <w:r w:rsidR="00564F04">
        <w:t>součástí</w:t>
      </w:r>
      <w:r>
        <w:t xml:space="preserve"> </w:t>
      </w:r>
      <w:r w:rsidR="00564F04">
        <w:t>předloženého soupisu prací.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Start w:id="8" w:name="_GoBack"/>
      <w:bookmarkEnd w:id="7"/>
      <w:bookmarkEnd w:id="8"/>
    </w:p>
    <w:p w:rsidR="005E07BA" w:rsidRPr="00D42EC0" w:rsidRDefault="005E07BA" w:rsidP="005E07BA">
      <w:pPr>
        <w:pStyle w:val="Text2-1"/>
      </w:pPr>
      <w:r w:rsidRPr="00D42EC0">
        <w:t xml:space="preserve">Cenová soustava je ucelený systém informací, metodických návodů a postupů pro stanovení ceny </w:t>
      </w:r>
      <w:r w:rsidR="0082352A">
        <w:t xml:space="preserve">výsadeb </w:t>
      </w:r>
      <w:r w:rsidRPr="00D42EC0">
        <w:t xml:space="preserve">ve smyslu vyhlášky č. 169/2016 Sb., o stanovení rozsahu dokumentace veřejné zakázky na stavební práce a soupisu stavebních prací, dodávek a služeb s výkazem výměr, v platném znění. Prioritně je pro </w:t>
      </w:r>
      <w:r w:rsidR="009A0F24">
        <w:t>výsadbu</w:t>
      </w:r>
      <w:r w:rsidRPr="00D42EC0">
        <w:t xml:space="preserve"> použitá cenová soustava </w:t>
      </w:r>
      <w:r w:rsidRPr="009A0F24">
        <w:t xml:space="preserve">-  </w:t>
      </w:r>
      <w:r w:rsidR="009A0F24" w:rsidRPr="009A0F24">
        <w:t>RTS</w:t>
      </w:r>
      <w:r w:rsidRPr="009A0F24">
        <w:t xml:space="preserve">, </w:t>
      </w:r>
      <w:r w:rsidR="00D42EC0" w:rsidRPr="009A0F24">
        <w:t>20</w:t>
      </w:r>
      <w:r w:rsidR="009A0F24" w:rsidRPr="009A0F24">
        <w:t>20</w:t>
      </w:r>
      <w:r w:rsidRPr="009A0F24">
        <w:t xml:space="preserve">. V případech, kdy s ohledem na charakter činnosti nebylo možné použít cenovou soustavu </w:t>
      </w:r>
      <w:r w:rsidR="009A0F24" w:rsidRPr="009A0F24">
        <w:t>RTS</w:t>
      </w:r>
      <w:r w:rsidRPr="009A0F24">
        <w:t xml:space="preserve">, </w:t>
      </w:r>
      <w:r w:rsidRPr="00D42EC0">
        <w:t xml:space="preserve">byla použita </w:t>
      </w:r>
      <w:r w:rsidR="009A0F24">
        <w:t>tzv. „R“ položka</w:t>
      </w:r>
      <w:r w:rsidRPr="00D42EC0">
        <w:t>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</w:t>
      </w:r>
      <w:r w:rsidR="001B3EE5">
        <w:t>.</w:t>
      </w:r>
      <w:r>
        <w:t xml:space="preserve"> 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lastRenderedPageBreak/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</w:t>
      </w:r>
      <w:r w:rsidR="001B3EE5">
        <w:t>projektové dokumentaci a Soupisu</w:t>
      </w:r>
      <w:r>
        <w:t xml:space="preserve"> prací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Textbezslovn"/>
      </w:pPr>
      <w:r>
        <w:lastRenderedPageBreak/>
        <w:t>Každá účastníkem vyplněná položka musí obsahovat veškeré technicky a logicky dovoditelné součásti předmětu plnění.</w:t>
      </w:r>
    </w:p>
    <w:p w:rsidR="009A0F24" w:rsidRDefault="0082352A" w:rsidP="009A0F24">
      <w:pPr>
        <w:pStyle w:val="Odrka1-2-"/>
        <w:numPr>
          <w:ilvl w:val="0"/>
          <w:numId w:val="0"/>
        </w:numPr>
      </w:pPr>
      <w:r>
        <w:t xml:space="preserve">            </w:t>
      </w:r>
      <w:r w:rsidR="005E07BA">
        <w:t>Pokud nejsou položky vyčleněny samostatně zahrne</w:t>
      </w:r>
      <w:r w:rsidR="009906BD">
        <w:t xml:space="preserve"> je</w:t>
      </w:r>
      <w:r w:rsidR="005E07BA">
        <w:t xml:space="preserve"> dodavatel do ceny díla</w:t>
      </w:r>
      <w:r w:rsidR="009A0F24">
        <w:t>.</w:t>
      </w:r>
    </w:p>
    <w:p w:rsidR="009A0F24" w:rsidRDefault="009A0F24" w:rsidP="009A0F24">
      <w:pPr>
        <w:pStyle w:val="Odrka1-2-"/>
        <w:numPr>
          <w:ilvl w:val="0"/>
          <w:numId w:val="0"/>
        </w:numPr>
      </w:pPr>
    </w:p>
    <w:p w:rsidR="005E07BA" w:rsidRDefault="005E07BA" w:rsidP="009A0F24">
      <w:pPr>
        <w:pStyle w:val="Odrka1-2-"/>
        <w:numPr>
          <w:ilvl w:val="0"/>
          <w:numId w:val="0"/>
        </w:numPr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Měrné jednotky se uvádějí se zaokrouhlením na </w:t>
      </w:r>
      <w:r w:rsidR="0082352A">
        <w:t>5</w:t>
      </w:r>
      <w:r>
        <w:t xml:space="preserve"> desetinn</w:t>
      </w:r>
      <w:r w:rsidR="0082352A">
        <w:t>ých</w:t>
      </w:r>
      <w:r>
        <w:t xml:space="preserve"> míst,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</w:t>
      </w:r>
      <w:r w:rsidR="00E85811">
        <w:t xml:space="preserve">ění všech požadavků uvedených ve </w:t>
      </w:r>
      <w:r>
        <w:t>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2D8" w:rsidRDefault="003F22D8" w:rsidP="00962258">
      <w:pPr>
        <w:spacing w:after="0" w:line="240" w:lineRule="auto"/>
      </w:pPr>
      <w:r>
        <w:separator/>
      </w:r>
    </w:p>
  </w:endnote>
  <w:endnote w:type="continuationSeparator" w:id="0">
    <w:p w:rsidR="003F22D8" w:rsidRDefault="003F22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0F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0F2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B436CF" w:rsidP="00C87634">
          <w:pPr>
            <w:pStyle w:val="Zpatvlevo"/>
          </w:pPr>
          <w:fldSimple w:instr=" STYLEREF  _Název_akce  \* MERGEFORMAT ">
            <w:r w:rsidR="009A0F24">
              <w:rPr>
                <w:noProof/>
              </w:rPr>
              <w:t>ČD Brno – 1.část odstavného nádraží, I.etapa, náhradní výsadby Brno – jih, 2021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B436CF" w:rsidP="00C87634">
          <w:pPr>
            <w:pStyle w:val="Zpatvpravo"/>
          </w:pPr>
          <w:fldSimple w:instr=" STYLEREF  _Název_akce  \* MERGEFORMAT ">
            <w:r w:rsidR="009A0F24">
              <w:rPr>
                <w:noProof/>
              </w:rPr>
              <w:t>ČD Brno – 1.část odstavného nádraží, I.etapa, náhradní výsadby Brno – jih, 2021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0F2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0F2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2D8" w:rsidRDefault="003F22D8" w:rsidP="00962258">
      <w:pPr>
        <w:spacing w:after="0" w:line="240" w:lineRule="auto"/>
      </w:pPr>
      <w:r>
        <w:separator/>
      </w:r>
    </w:p>
  </w:footnote>
  <w:footnote w:type="continuationSeparator" w:id="0">
    <w:p w:rsidR="003F22D8" w:rsidRDefault="003F22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57A" w:rsidRDefault="007025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EC"/>
    <w:rsid w:val="000008ED"/>
    <w:rsid w:val="00017F3C"/>
    <w:rsid w:val="00020049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0625"/>
    <w:rsid w:val="000C1579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31883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3EE5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E7846"/>
    <w:rsid w:val="003F191F"/>
    <w:rsid w:val="003F22D8"/>
    <w:rsid w:val="004078F3"/>
    <w:rsid w:val="00422EE4"/>
    <w:rsid w:val="00427794"/>
    <w:rsid w:val="00450F07"/>
    <w:rsid w:val="00453CD3"/>
    <w:rsid w:val="00460660"/>
    <w:rsid w:val="00464BA9"/>
    <w:rsid w:val="00473089"/>
    <w:rsid w:val="004821D3"/>
    <w:rsid w:val="00483969"/>
    <w:rsid w:val="00486107"/>
    <w:rsid w:val="00491827"/>
    <w:rsid w:val="004B0DFE"/>
    <w:rsid w:val="004B72F3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64F0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4B79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57A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352A"/>
    <w:rsid w:val="00825984"/>
    <w:rsid w:val="00826B7B"/>
    <w:rsid w:val="00834146"/>
    <w:rsid w:val="00846789"/>
    <w:rsid w:val="00856B05"/>
    <w:rsid w:val="00863580"/>
    <w:rsid w:val="00884268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06BD"/>
    <w:rsid w:val="00992D9C"/>
    <w:rsid w:val="00996CB8"/>
    <w:rsid w:val="00996D77"/>
    <w:rsid w:val="009A0F24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0DBC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C6B7F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436CF"/>
    <w:rsid w:val="00B5431A"/>
    <w:rsid w:val="00B7049C"/>
    <w:rsid w:val="00B75EE1"/>
    <w:rsid w:val="00B77481"/>
    <w:rsid w:val="00B8518B"/>
    <w:rsid w:val="00B97CC3"/>
    <w:rsid w:val="00BA2CF0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42EC0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5811"/>
    <w:rsid w:val="00E878EE"/>
    <w:rsid w:val="00EA6EC7"/>
    <w:rsid w:val="00EB104F"/>
    <w:rsid w:val="00EB46E5"/>
    <w:rsid w:val="00ED0703"/>
    <w:rsid w:val="00ED14BD"/>
    <w:rsid w:val="00EE1BEC"/>
    <w:rsid w:val="00F016C7"/>
    <w:rsid w:val="00F12DEC"/>
    <w:rsid w:val="00F1715C"/>
    <w:rsid w:val="00F26DC3"/>
    <w:rsid w:val="00F310F8"/>
    <w:rsid w:val="00F35939"/>
    <w:rsid w:val="00F45607"/>
    <w:rsid w:val="00F4722B"/>
    <w:rsid w:val="00F54432"/>
    <w:rsid w:val="00F659EB"/>
    <w:rsid w:val="00F83BDD"/>
    <w:rsid w:val="00F86BA6"/>
    <w:rsid w:val="00F8788B"/>
    <w:rsid w:val="00FB5DE8"/>
    <w:rsid w:val="00FB6342"/>
    <w:rsid w:val="00FC5E5E"/>
    <w:rsid w:val="00FC6389"/>
    <w:rsid w:val="00FC7C74"/>
    <w:rsid w:val="00FD1A1A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C16F6"/>
  <w14:defaultImageDpi w14:val="32767"/>
  <w15:docId w15:val="{825B618E-4ADF-4DBC-A9D7-F2B01275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KS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0B4ED15A42741A7B72CC0DDB0734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BF3FF1-EF29-449B-9015-00E67D25EFB1}"/>
      </w:docPartPr>
      <w:docPartBody>
        <w:p w:rsidR="0015585D" w:rsidRDefault="00D94535">
          <w:pPr>
            <w:pStyle w:val="80B4ED15A42741A7B72CC0DDB0734DD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35"/>
    <w:rsid w:val="0006769E"/>
    <w:rsid w:val="000A5929"/>
    <w:rsid w:val="0015585D"/>
    <w:rsid w:val="00235916"/>
    <w:rsid w:val="0082799D"/>
    <w:rsid w:val="009A69DF"/>
    <w:rsid w:val="00C258B0"/>
    <w:rsid w:val="00C64826"/>
    <w:rsid w:val="00D70C2A"/>
    <w:rsid w:val="00D94535"/>
    <w:rsid w:val="00F27573"/>
    <w:rsid w:val="00FF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0B4ED15A42741A7B72CC0DDB0734DDA">
    <w:name w:val="80B4ED15A42741A7B72CC0DDB0734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300572F-18D2-4220-AC79-ABE7443F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KSP_80,155</Template>
  <TotalTime>95</TotalTime>
  <Pages>5</Pages>
  <Words>1517</Words>
  <Characters>8952</Characters>
  <Application>Microsoft Office Word</Application>
  <DocSecurity>0</DocSecurity>
  <Lines>74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Horák Kazimír, Ing.</cp:lastModifiedBy>
  <cp:revision>19</cp:revision>
  <cp:lastPrinted>2019-03-13T10:28:00Z</cp:lastPrinted>
  <dcterms:created xsi:type="dcterms:W3CDTF">2020-03-24T08:11:00Z</dcterms:created>
  <dcterms:modified xsi:type="dcterms:W3CDTF">2021-05-04T10:34:00Z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